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43025274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4B21F69E" w:rsidR="00BC04C5" w:rsidRPr="002D1A2C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14:paraId="7FDEAA72" w14:textId="77777777" w:rsidR="00BC04C5" w:rsidRPr="002D1A2C" w:rsidRDefault="00BC04C5">
      <w:pPr>
        <w:rPr>
          <w:rFonts w:ascii="Arial" w:hAnsi="Arial" w:cs="Arial"/>
        </w:rPr>
      </w:pPr>
    </w:p>
    <w:p w14:paraId="1C3DD944" w14:textId="77777777"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467411F7" w:rsidR="00D8160F" w:rsidRPr="00447B8F" w:rsidRDefault="00D8160F" w:rsidP="003506C8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2D1A2C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2D1A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1D68">
              <w:rPr>
                <w:rFonts w:ascii="Arial" w:hAnsi="Arial" w:cs="Arial"/>
                <w:sz w:val="20"/>
                <w:szCs w:val="20"/>
              </w:rPr>
              <w:t>VZ35/2019</w:t>
            </w:r>
            <w:r w:rsidR="00A004B7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3506C8">
              <w:rPr>
                <w:rFonts w:ascii="Arial" w:hAnsi="Arial" w:cs="Arial"/>
                <w:sz w:val="20"/>
                <w:szCs w:val="20"/>
              </w:rPr>
              <w:t>Podpora SAP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29224B8" w14:textId="4E45BEC1" w:rsidR="008C277F" w:rsidRPr="00657AF1" w:rsidRDefault="006F7AF9" w:rsidP="003506C8">
      <w:pPr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lastRenderedPageBreak/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IV </w:t>
      </w:r>
      <w:proofErr w:type="gramStart"/>
      <w:r w:rsidR="00657AF1"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="00657AF1" w:rsidRPr="00657AF1">
        <w:rPr>
          <w:rFonts w:ascii="Arial" w:hAnsi="Arial" w:cs="Arial"/>
          <w:sz w:val="20"/>
          <w:szCs w:val="20"/>
        </w:rPr>
        <w:t xml:space="preserve">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Seznam významných </w:t>
      </w:r>
      <w:r w:rsidR="00657AF1" w:rsidRPr="00657AF1">
        <w:rPr>
          <w:rFonts w:ascii="Arial" w:hAnsi="Arial" w:cs="Arial"/>
          <w:sz w:val="20"/>
          <w:szCs w:val="20"/>
        </w:rPr>
        <w:t>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="008C277F"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="008C277F"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="008C277F" w:rsidRPr="00657AF1">
        <w:rPr>
          <w:rFonts w:ascii="Arial" w:hAnsi="Arial" w:cs="Arial"/>
          <w:sz w:val="20"/>
          <w:szCs w:val="20"/>
        </w:rPr>
        <w:t xml:space="preserve"> </w:t>
      </w:r>
      <w:r w:rsidR="00855980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="008C277F"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855980">
        <w:rPr>
          <w:rFonts w:ascii="Arial" w:hAnsi="Arial" w:cs="Arial"/>
          <w:sz w:val="20"/>
          <w:szCs w:val="20"/>
        </w:rPr>
        <w:t xml:space="preserve"> a identifikace jejich objednatele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14:paraId="7B978301" w14:textId="493F5D42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EE9980D" w14:textId="3B5291E8" w:rsidR="00A004B7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69B4322B" w14:textId="55AB97AF" w:rsidR="003506C8" w:rsidRDefault="003506C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32E6F622" w14:textId="35C0403F" w:rsidR="003506C8" w:rsidRDefault="003506C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2B6D7081" w14:textId="0C4281F3" w:rsidR="003506C8" w:rsidRDefault="003506C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6E7FFE59" w14:textId="2FF00199" w:rsidR="003506C8" w:rsidRDefault="003506C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257A0B3F" w14:textId="695F2C6C" w:rsidR="003506C8" w:rsidRDefault="003506C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033822E6" w14:textId="0F499CCB" w:rsidR="003506C8" w:rsidRDefault="003506C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610E2D4" w14:textId="4FBB282C" w:rsidR="003506C8" w:rsidRDefault="003506C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5A010B5B" w14:textId="63E3C357" w:rsidR="003506C8" w:rsidRDefault="003506C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33C9D246" w14:textId="0E8C64CC" w:rsidR="003506C8" w:rsidRDefault="003506C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3B038E7F" w14:textId="43509EB8" w:rsidR="003506C8" w:rsidRDefault="003506C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06E5D130" w14:textId="00CD4AE4" w:rsidR="003506C8" w:rsidRDefault="003506C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5EBEC83F" w14:textId="77777777" w:rsidR="003506C8" w:rsidRPr="00447B8F" w:rsidRDefault="003506C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7E89A73C" w14:textId="77777777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5BE27F86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35CFFB2C" w14:textId="60E2AF53" w:rsidR="0024193E" w:rsidRDefault="0024193E" w:rsidP="00767250">
      <w:pPr>
        <w:numPr>
          <w:ilvl w:val="0"/>
          <w:numId w:val="4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03CE9">
        <w:rPr>
          <w:rFonts w:ascii="Arial" w:hAnsi="Arial" w:cs="Arial"/>
          <w:b/>
          <w:bCs/>
          <w:sz w:val="20"/>
          <w:szCs w:val="20"/>
          <w:u w:val="single"/>
        </w:rPr>
        <w:lastRenderedPageBreak/>
        <w:t>Modul FI/AM</w:t>
      </w:r>
    </w:p>
    <w:p w14:paraId="131FED72" w14:textId="2BA16EB0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1: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7D819B8C" w:rsidR="00593E12" w:rsidRPr="00447B8F" w:rsidRDefault="00593E12" w:rsidP="006C4085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408ED5BE" w:rsidR="00593E12" w:rsidRPr="00447B8F" w:rsidRDefault="00593E12" w:rsidP="006C408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67EB8354" w:rsidR="00593E12" w:rsidRPr="00447B8F" w:rsidRDefault="00593E12" w:rsidP="00AA2F39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 w:rsidR="006C4085">
              <w:rPr>
                <w:rFonts w:ascii="Arial" w:hAnsi="Arial" w:cs="Arial"/>
                <w:sz w:val="20"/>
                <w:szCs w:val="20"/>
              </w:rPr>
              <w:t xml:space="preserve">em (suma) za realizovanou </w:t>
            </w:r>
            <w:r w:rsidR="00A004B7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13356D97" w:rsidR="00593E12" w:rsidRPr="00447B8F" w:rsidRDefault="00593E12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B18B4BA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587427E5" w14:textId="599D3BAC" w:rsidR="0024193E" w:rsidRDefault="0024193E" w:rsidP="0024193E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7B2B60AB" w14:textId="77777777" w:rsidR="0024193E" w:rsidRPr="00447B8F" w:rsidRDefault="0024193E" w:rsidP="0024193E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4193E" w:rsidRPr="00447B8F" w14:paraId="3628A68D" w14:textId="77777777" w:rsidTr="0023798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A287037" w14:textId="77777777" w:rsidR="0024193E" w:rsidRPr="00447B8F" w:rsidRDefault="0024193E" w:rsidP="0023798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C65BDA2" w14:textId="77777777" w:rsidR="0024193E" w:rsidRPr="00447B8F" w:rsidRDefault="0024193E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4193E" w:rsidRPr="00447B8F" w14:paraId="409F84F6" w14:textId="77777777" w:rsidTr="0023798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508A39A0" w14:textId="77777777" w:rsidR="0024193E" w:rsidRPr="00447B8F" w:rsidRDefault="0024193E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1D19720" w14:textId="77777777" w:rsidR="0024193E" w:rsidRPr="00447B8F" w:rsidRDefault="0024193E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4193E" w:rsidRPr="00447B8F" w14:paraId="719F8216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2BC9F25" w14:textId="77777777" w:rsidR="0024193E" w:rsidRPr="00447B8F" w:rsidRDefault="0024193E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93216BF" w14:textId="77777777" w:rsidR="0024193E" w:rsidRPr="00447B8F" w:rsidRDefault="0024193E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4193E" w:rsidRPr="00447B8F" w14:paraId="7E7A2D00" w14:textId="77777777" w:rsidTr="0023798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F4E8AFE" w14:textId="77777777" w:rsidR="0024193E" w:rsidRPr="00447B8F" w:rsidRDefault="0024193E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336F5A2" w14:textId="77777777" w:rsidR="0024193E" w:rsidRPr="00447B8F" w:rsidRDefault="0024193E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4193E" w:rsidRPr="00447B8F" w14:paraId="3BCB5A8C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301D6172" w14:textId="77777777" w:rsidR="0024193E" w:rsidRPr="00447B8F" w:rsidRDefault="0024193E" w:rsidP="0023798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2302369" w14:textId="77777777" w:rsidR="0024193E" w:rsidRPr="00447B8F" w:rsidRDefault="0024193E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10D1211" w14:textId="6DF35138"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14:paraId="2A650F02" w14:textId="77777777" w:rsidR="0024193E" w:rsidRDefault="0024193E" w:rsidP="0024193E">
      <w:pPr>
        <w:pStyle w:val="Odstavecseseznamem"/>
        <w:rPr>
          <w:rFonts w:ascii="Arial" w:hAnsi="Arial" w:cs="Arial"/>
          <w:color w:val="FF0000"/>
          <w:sz w:val="20"/>
          <w:szCs w:val="20"/>
        </w:rPr>
      </w:pPr>
    </w:p>
    <w:p w14:paraId="6A748528" w14:textId="05733A89" w:rsidR="0024193E" w:rsidRDefault="0024193E" w:rsidP="0024193E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14:paraId="13254852" w14:textId="77777777" w:rsidR="0024193E" w:rsidRPr="00447B8F" w:rsidRDefault="0024193E" w:rsidP="0024193E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4193E" w:rsidRPr="00447B8F" w14:paraId="1DA3A633" w14:textId="77777777" w:rsidTr="0023798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18541DC6" w14:textId="77777777" w:rsidR="0024193E" w:rsidRPr="00447B8F" w:rsidRDefault="0024193E" w:rsidP="0023798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E07004E" w14:textId="77777777" w:rsidR="0024193E" w:rsidRPr="00447B8F" w:rsidRDefault="0024193E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4193E" w:rsidRPr="00447B8F" w14:paraId="6D2CAC34" w14:textId="77777777" w:rsidTr="0023798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A2BC1BA" w14:textId="77777777" w:rsidR="0024193E" w:rsidRPr="00447B8F" w:rsidRDefault="0024193E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BB3D62F" w14:textId="77777777" w:rsidR="0024193E" w:rsidRPr="00447B8F" w:rsidRDefault="0024193E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4193E" w:rsidRPr="00447B8F" w14:paraId="1D715D14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5D72CB7" w14:textId="77777777" w:rsidR="0024193E" w:rsidRPr="00447B8F" w:rsidRDefault="0024193E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DB62FE" w14:textId="77777777" w:rsidR="0024193E" w:rsidRPr="00447B8F" w:rsidRDefault="0024193E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4193E" w:rsidRPr="00447B8F" w14:paraId="22333E87" w14:textId="77777777" w:rsidTr="0023798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210C8197" w14:textId="77777777" w:rsidR="0024193E" w:rsidRPr="00447B8F" w:rsidRDefault="0024193E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7D42F9B" w14:textId="77777777" w:rsidR="0024193E" w:rsidRPr="00447B8F" w:rsidRDefault="0024193E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4193E" w:rsidRPr="00447B8F" w14:paraId="775CD87E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2F28634" w14:textId="77777777" w:rsidR="0024193E" w:rsidRPr="00447B8F" w:rsidRDefault="0024193E" w:rsidP="0023798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D134578" w14:textId="77777777" w:rsidR="0024193E" w:rsidRPr="00447B8F" w:rsidRDefault="0024193E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A7FD239" w14:textId="10669DB0" w:rsidR="0024193E" w:rsidRDefault="0024193E" w:rsidP="00593E12">
      <w:pPr>
        <w:rPr>
          <w:rFonts w:ascii="Arial" w:hAnsi="Arial" w:cs="Arial"/>
          <w:color w:val="FF0000"/>
          <w:sz w:val="20"/>
          <w:szCs w:val="20"/>
        </w:rPr>
      </w:pPr>
    </w:p>
    <w:p w14:paraId="01721B60" w14:textId="77777777" w:rsidR="0024193E" w:rsidRDefault="0024193E" w:rsidP="0024193E">
      <w:pPr>
        <w:pStyle w:val="Odstavecseseznamem"/>
        <w:rPr>
          <w:rFonts w:ascii="Arial" w:hAnsi="Arial" w:cs="Arial"/>
          <w:sz w:val="20"/>
          <w:szCs w:val="20"/>
        </w:rPr>
      </w:pPr>
    </w:p>
    <w:p w14:paraId="011CE3F5" w14:textId="77777777" w:rsidR="0024193E" w:rsidRDefault="0024193E" w:rsidP="0024193E">
      <w:pPr>
        <w:pStyle w:val="Odstavecseseznamem"/>
        <w:rPr>
          <w:rFonts w:ascii="Arial" w:hAnsi="Arial" w:cs="Arial"/>
          <w:sz w:val="20"/>
          <w:szCs w:val="20"/>
        </w:rPr>
      </w:pPr>
    </w:p>
    <w:p w14:paraId="5F49AD7E" w14:textId="77777777" w:rsidR="0024193E" w:rsidRDefault="0024193E" w:rsidP="0024193E">
      <w:pPr>
        <w:pStyle w:val="Odstavecseseznamem"/>
        <w:rPr>
          <w:rFonts w:ascii="Arial" w:hAnsi="Arial" w:cs="Arial"/>
          <w:sz w:val="20"/>
          <w:szCs w:val="20"/>
        </w:rPr>
      </w:pPr>
    </w:p>
    <w:p w14:paraId="76C51CC3" w14:textId="77777777" w:rsidR="0024193E" w:rsidRDefault="0024193E" w:rsidP="0024193E">
      <w:pPr>
        <w:pStyle w:val="Odstavecseseznamem"/>
        <w:rPr>
          <w:rFonts w:ascii="Arial" w:hAnsi="Arial" w:cs="Arial"/>
          <w:sz w:val="20"/>
          <w:szCs w:val="20"/>
        </w:rPr>
      </w:pPr>
    </w:p>
    <w:p w14:paraId="65282CBF" w14:textId="77777777" w:rsidR="0024193E" w:rsidRDefault="0024193E" w:rsidP="0024193E">
      <w:pPr>
        <w:pStyle w:val="Odstavecseseznamem"/>
        <w:rPr>
          <w:rFonts w:ascii="Arial" w:hAnsi="Arial" w:cs="Arial"/>
          <w:sz w:val="20"/>
          <w:szCs w:val="20"/>
        </w:rPr>
      </w:pPr>
    </w:p>
    <w:p w14:paraId="0FA67B40" w14:textId="77777777" w:rsidR="0024193E" w:rsidRDefault="0024193E" w:rsidP="0024193E">
      <w:pPr>
        <w:pStyle w:val="Odstavecseseznamem"/>
        <w:rPr>
          <w:rFonts w:ascii="Arial" w:hAnsi="Arial" w:cs="Arial"/>
          <w:sz w:val="20"/>
          <w:szCs w:val="20"/>
        </w:rPr>
      </w:pPr>
    </w:p>
    <w:p w14:paraId="38CEA5BA" w14:textId="110CD9B5" w:rsidR="0024193E" w:rsidRDefault="0024193E" w:rsidP="0024193E">
      <w:pPr>
        <w:pStyle w:val="Odstavecseseznamem"/>
        <w:rPr>
          <w:rFonts w:ascii="Arial" w:hAnsi="Arial" w:cs="Arial"/>
          <w:sz w:val="20"/>
          <w:szCs w:val="20"/>
        </w:rPr>
      </w:pPr>
    </w:p>
    <w:p w14:paraId="3508A4C9" w14:textId="77777777" w:rsidR="00767250" w:rsidRDefault="00767250" w:rsidP="0024193E">
      <w:pPr>
        <w:pStyle w:val="Odstavecseseznamem"/>
        <w:rPr>
          <w:rFonts w:ascii="Arial" w:hAnsi="Arial" w:cs="Arial"/>
          <w:sz w:val="20"/>
          <w:szCs w:val="20"/>
        </w:rPr>
      </w:pPr>
    </w:p>
    <w:p w14:paraId="0EF08974" w14:textId="09D836EC" w:rsidR="00FC26E4" w:rsidRDefault="00FC26E4" w:rsidP="00FC26E4">
      <w:pPr>
        <w:numPr>
          <w:ilvl w:val="0"/>
          <w:numId w:val="4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03CE9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Modul </w:t>
      </w:r>
      <w:r>
        <w:rPr>
          <w:rFonts w:ascii="Arial" w:hAnsi="Arial" w:cs="Arial"/>
          <w:b/>
          <w:bCs/>
          <w:sz w:val="20"/>
          <w:szCs w:val="20"/>
          <w:u w:val="single"/>
        </w:rPr>
        <w:t>CO</w:t>
      </w:r>
    </w:p>
    <w:p w14:paraId="46BFC158" w14:textId="77777777" w:rsidR="00FC26E4" w:rsidRPr="00FC26E4" w:rsidRDefault="00FC26E4" w:rsidP="00FC26E4">
      <w:pPr>
        <w:autoSpaceDE w:val="0"/>
        <w:autoSpaceDN w:val="0"/>
        <w:adjustRightInd w:val="0"/>
        <w:spacing w:before="120" w:after="120"/>
        <w:ind w:left="106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CD5E4A8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74B1DFBD" w14:textId="77777777" w:rsidR="00FC26E4" w:rsidRPr="00447B8F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C26E4" w:rsidRPr="00447B8F" w14:paraId="40D4F702" w14:textId="77777777" w:rsidTr="0023798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6E14646" w14:textId="77777777" w:rsidR="00FC26E4" w:rsidRPr="00447B8F" w:rsidRDefault="00FC26E4" w:rsidP="0023798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B51EBEE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20540D37" w14:textId="77777777" w:rsidTr="0023798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4514D0C8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A9A6651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6F6AB933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38BBE03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3055A6C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27A1C5D9" w14:textId="77777777" w:rsidTr="0023798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C4FBCCE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A0B1E9A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1F0420D0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42FEFC0" w14:textId="77777777" w:rsidR="00FC26E4" w:rsidRPr="00447B8F" w:rsidRDefault="00FC26E4" w:rsidP="0023798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E0D4B07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C6B9A29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4706057D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4D0D6A25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16ADF033" w14:textId="77777777" w:rsidR="00FC26E4" w:rsidRPr="00447B8F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C26E4" w:rsidRPr="00447B8F" w14:paraId="2D144823" w14:textId="77777777" w:rsidTr="0023798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9E49771" w14:textId="77777777" w:rsidR="00FC26E4" w:rsidRPr="00447B8F" w:rsidRDefault="00FC26E4" w:rsidP="0023798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928565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6DC670BB" w14:textId="77777777" w:rsidTr="0023798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E203563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4AD0C87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1EEB5FB0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0DFA008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E0B348A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6A787E35" w14:textId="77777777" w:rsidTr="0023798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6C29657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20E524F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239CCA3C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B8EAB78" w14:textId="77777777" w:rsidR="00FC26E4" w:rsidRPr="00447B8F" w:rsidRDefault="00FC26E4" w:rsidP="0023798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B54E9DF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1071871" w14:textId="77777777" w:rsidR="00FC26E4" w:rsidRDefault="00FC26E4" w:rsidP="00FC26E4">
      <w:pPr>
        <w:rPr>
          <w:rFonts w:ascii="Arial" w:hAnsi="Arial" w:cs="Arial"/>
          <w:color w:val="FF0000"/>
          <w:sz w:val="20"/>
          <w:szCs w:val="20"/>
        </w:rPr>
      </w:pPr>
    </w:p>
    <w:p w14:paraId="18418D2E" w14:textId="77777777" w:rsidR="00FC26E4" w:rsidRDefault="00FC26E4" w:rsidP="00FC26E4">
      <w:pPr>
        <w:pStyle w:val="Odstavecseseznamem"/>
        <w:rPr>
          <w:rFonts w:ascii="Arial" w:hAnsi="Arial" w:cs="Arial"/>
          <w:color w:val="FF0000"/>
          <w:sz w:val="20"/>
          <w:szCs w:val="20"/>
        </w:rPr>
      </w:pPr>
    </w:p>
    <w:p w14:paraId="25D1E74B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14:paraId="00A2E9F6" w14:textId="77777777" w:rsidR="00FC26E4" w:rsidRPr="00447B8F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C26E4" w:rsidRPr="00447B8F" w14:paraId="4D22A03C" w14:textId="77777777" w:rsidTr="0023798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4F64150" w14:textId="77777777" w:rsidR="00FC26E4" w:rsidRPr="00447B8F" w:rsidRDefault="00FC26E4" w:rsidP="0023798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6343D5A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6F47BDDC" w14:textId="77777777" w:rsidTr="0023798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446A0606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275E10F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05CE18F3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E4B90B7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3FB969F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77F8631E" w14:textId="77777777" w:rsidTr="0023798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E9FC4D2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24E7C03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683B4390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EFF628C" w14:textId="77777777" w:rsidR="00FC26E4" w:rsidRPr="00447B8F" w:rsidRDefault="00FC26E4" w:rsidP="0023798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6745705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49BE91E" w14:textId="77777777" w:rsidR="00FC26E4" w:rsidRDefault="00FC26E4" w:rsidP="00FC26E4">
      <w:pPr>
        <w:rPr>
          <w:rFonts w:ascii="Arial" w:hAnsi="Arial" w:cs="Arial"/>
          <w:color w:val="FF0000"/>
          <w:sz w:val="20"/>
          <w:szCs w:val="20"/>
        </w:rPr>
      </w:pPr>
    </w:p>
    <w:p w14:paraId="2C4AFCC4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53CFAF03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6179EEB0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1DC6C5A8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6D999133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37644332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4B3FEE83" w14:textId="171C49A5" w:rsidR="00FC26E4" w:rsidRPr="00FC26E4" w:rsidRDefault="00FC26E4" w:rsidP="00FC26E4">
      <w:pPr>
        <w:numPr>
          <w:ilvl w:val="0"/>
          <w:numId w:val="4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03CE9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Modul </w:t>
      </w:r>
      <w:r>
        <w:rPr>
          <w:rFonts w:ascii="Arial" w:hAnsi="Arial" w:cs="Arial"/>
          <w:b/>
          <w:bCs/>
          <w:sz w:val="20"/>
          <w:szCs w:val="20"/>
          <w:u w:val="single"/>
        </w:rPr>
        <w:t>HR-PD</w:t>
      </w:r>
    </w:p>
    <w:p w14:paraId="6FF17608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1D4A0B7E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3CA79A8B" w14:textId="77777777" w:rsidR="00FC26E4" w:rsidRPr="00447B8F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C26E4" w:rsidRPr="00447B8F" w14:paraId="370F71E2" w14:textId="77777777" w:rsidTr="0023798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4E0A210" w14:textId="77777777" w:rsidR="00FC26E4" w:rsidRPr="00447B8F" w:rsidRDefault="00FC26E4" w:rsidP="0023798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8B5F1F1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28B38F79" w14:textId="77777777" w:rsidTr="0023798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690C1F1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A6D2865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5ED6CFDC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B93D433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4067B1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6D871013" w14:textId="77777777" w:rsidTr="0023798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71F10D9A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A3AF40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77AF284E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180A355" w14:textId="77777777" w:rsidR="00FC26E4" w:rsidRPr="00447B8F" w:rsidRDefault="00FC26E4" w:rsidP="0023798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F06EC96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5AA353F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3DC95D92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71177FE7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2D92C744" w14:textId="77777777" w:rsidR="00FC26E4" w:rsidRPr="00447B8F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C26E4" w:rsidRPr="00447B8F" w14:paraId="7E3053B8" w14:textId="77777777" w:rsidTr="0023798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72F34967" w14:textId="77777777" w:rsidR="00FC26E4" w:rsidRPr="00447B8F" w:rsidRDefault="00FC26E4" w:rsidP="0023798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A53DC1E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08812D9C" w14:textId="77777777" w:rsidTr="0023798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1F08BE8B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D82A859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7FD187DE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EBF73E4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1CDD0D6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60CCB886" w14:textId="77777777" w:rsidTr="0023798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24563FAB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BD54BE1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746C5D66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8CFD8F4" w14:textId="77777777" w:rsidR="00FC26E4" w:rsidRPr="00447B8F" w:rsidRDefault="00FC26E4" w:rsidP="0023798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8C2CE2D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C481613" w14:textId="77777777" w:rsidR="00FC26E4" w:rsidRDefault="00FC26E4" w:rsidP="00FC26E4">
      <w:pPr>
        <w:rPr>
          <w:rFonts w:ascii="Arial" w:hAnsi="Arial" w:cs="Arial"/>
          <w:color w:val="FF0000"/>
          <w:sz w:val="20"/>
          <w:szCs w:val="20"/>
        </w:rPr>
      </w:pPr>
    </w:p>
    <w:p w14:paraId="7483D933" w14:textId="77777777" w:rsidR="00FC26E4" w:rsidRDefault="00FC26E4" w:rsidP="00FC26E4">
      <w:pPr>
        <w:pStyle w:val="Odstavecseseznamem"/>
        <w:rPr>
          <w:rFonts w:ascii="Arial" w:hAnsi="Arial" w:cs="Arial"/>
          <w:color w:val="FF0000"/>
          <w:sz w:val="20"/>
          <w:szCs w:val="20"/>
        </w:rPr>
      </w:pPr>
    </w:p>
    <w:p w14:paraId="013074F0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14:paraId="3B02D4F5" w14:textId="77777777" w:rsidR="00FC26E4" w:rsidRPr="00447B8F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C26E4" w:rsidRPr="00447B8F" w14:paraId="13903252" w14:textId="77777777" w:rsidTr="0023798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76B09690" w14:textId="77777777" w:rsidR="00FC26E4" w:rsidRPr="00447B8F" w:rsidRDefault="00FC26E4" w:rsidP="0023798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F8D1CA1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5B242593" w14:textId="77777777" w:rsidTr="0023798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1DE72193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6FFB734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430D6212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4C25085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D97C92B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4928717C" w14:textId="77777777" w:rsidTr="0023798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7378124B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062CB91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723F4E48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F968CE5" w14:textId="77777777" w:rsidR="00FC26E4" w:rsidRPr="00447B8F" w:rsidRDefault="00FC26E4" w:rsidP="0023798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DA807C8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1AB1D11" w14:textId="77777777" w:rsidR="00FC26E4" w:rsidRDefault="00FC26E4" w:rsidP="00FC26E4">
      <w:pPr>
        <w:rPr>
          <w:rFonts w:ascii="Arial" w:hAnsi="Arial" w:cs="Arial"/>
          <w:color w:val="FF0000"/>
          <w:sz w:val="20"/>
          <w:szCs w:val="20"/>
        </w:rPr>
      </w:pPr>
    </w:p>
    <w:p w14:paraId="1C86C0DD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78A18DCA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68C9755E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13A88213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4292CE19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14F95B98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3D3B86C6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6DF5AAB9" w14:textId="781999D4" w:rsidR="00FC26E4" w:rsidRPr="00FC26E4" w:rsidRDefault="00FC26E4" w:rsidP="00FC26E4">
      <w:pPr>
        <w:numPr>
          <w:ilvl w:val="0"/>
          <w:numId w:val="4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03CE9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Modul </w:t>
      </w:r>
      <w:r>
        <w:rPr>
          <w:rFonts w:ascii="Arial" w:hAnsi="Arial" w:cs="Arial"/>
          <w:b/>
          <w:bCs/>
          <w:sz w:val="20"/>
          <w:szCs w:val="20"/>
          <w:u w:val="single"/>
        </w:rPr>
        <w:t>HR-PA</w:t>
      </w:r>
    </w:p>
    <w:p w14:paraId="1D71E310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3520ADE3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41BBB0F9" w14:textId="77777777" w:rsidR="00FC26E4" w:rsidRPr="00447B8F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C26E4" w:rsidRPr="00447B8F" w14:paraId="2CA4D70E" w14:textId="77777777" w:rsidTr="0023798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88117EF" w14:textId="77777777" w:rsidR="00FC26E4" w:rsidRPr="00447B8F" w:rsidRDefault="00FC26E4" w:rsidP="0023798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B801B51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4A39E004" w14:textId="77777777" w:rsidTr="0023798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4ADB0BD4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0619264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41489409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953E38E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24D79DB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35CA5C23" w14:textId="77777777" w:rsidTr="0023798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863F011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CFD8B00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56DBB8B8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F3D7C17" w14:textId="77777777" w:rsidR="00FC26E4" w:rsidRPr="00447B8F" w:rsidRDefault="00FC26E4" w:rsidP="0023798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4CE3BDF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64A5B76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2DA397EF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78086C09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762588A8" w14:textId="77777777" w:rsidR="00FC26E4" w:rsidRPr="00447B8F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C26E4" w:rsidRPr="00447B8F" w14:paraId="2C73FC2A" w14:textId="77777777" w:rsidTr="0023798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18F88ABF" w14:textId="77777777" w:rsidR="00FC26E4" w:rsidRPr="00447B8F" w:rsidRDefault="00FC26E4" w:rsidP="0023798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1EF82A7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22926E05" w14:textId="77777777" w:rsidTr="0023798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89D9346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027D13A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7E694062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6938863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4E41E3F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0EEAD97C" w14:textId="77777777" w:rsidTr="0023798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26D7E637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3A79423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06E3A210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2A62A8F" w14:textId="77777777" w:rsidR="00FC26E4" w:rsidRPr="00447B8F" w:rsidRDefault="00FC26E4" w:rsidP="0023798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BBB98DA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CD027F" w14:textId="77777777" w:rsidR="00FC26E4" w:rsidRDefault="00FC26E4" w:rsidP="00FC26E4">
      <w:pPr>
        <w:rPr>
          <w:rFonts w:ascii="Arial" w:hAnsi="Arial" w:cs="Arial"/>
          <w:color w:val="FF0000"/>
          <w:sz w:val="20"/>
          <w:szCs w:val="20"/>
        </w:rPr>
      </w:pPr>
    </w:p>
    <w:p w14:paraId="04E5B54E" w14:textId="77777777" w:rsidR="00FC26E4" w:rsidRDefault="00FC26E4" w:rsidP="00FC26E4">
      <w:pPr>
        <w:pStyle w:val="Odstavecseseznamem"/>
        <w:rPr>
          <w:rFonts w:ascii="Arial" w:hAnsi="Arial" w:cs="Arial"/>
          <w:color w:val="FF0000"/>
          <w:sz w:val="20"/>
          <w:szCs w:val="20"/>
        </w:rPr>
      </w:pPr>
    </w:p>
    <w:p w14:paraId="7B692BC7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14:paraId="0CC16536" w14:textId="77777777" w:rsidR="00FC26E4" w:rsidRPr="00447B8F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C26E4" w:rsidRPr="00447B8F" w14:paraId="07AFB3DF" w14:textId="77777777" w:rsidTr="0023798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72547C17" w14:textId="77777777" w:rsidR="00FC26E4" w:rsidRPr="00447B8F" w:rsidRDefault="00FC26E4" w:rsidP="0023798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E297664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379D17B4" w14:textId="77777777" w:rsidTr="0023798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A9427CF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0C81A13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23AEE008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0A33533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3CB314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1EA163ED" w14:textId="77777777" w:rsidTr="0023798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6D55D9D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75072F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34EF1ABB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30834A60" w14:textId="77777777" w:rsidR="00FC26E4" w:rsidRPr="00447B8F" w:rsidRDefault="00FC26E4" w:rsidP="0023798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7C8FF18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3E137B2" w14:textId="77777777" w:rsidR="00FC26E4" w:rsidRDefault="00FC26E4" w:rsidP="00FC26E4">
      <w:pPr>
        <w:rPr>
          <w:rFonts w:ascii="Arial" w:hAnsi="Arial" w:cs="Arial"/>
          <w:color w:val="FF0000"/>
          <w:sz w:val="20"/>
          <w:szCs w:val="20"/>
        </w:rPr>
      </w:pPr>
    </w:p>
    <w:p w14:paraId="0222979C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041EFD63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33EB7DE8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6C4A0DED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70053A30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13963A0D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053DCCE2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05BCFA27" w14:textId="58C7898E" w:rsidR="00FC26E4" w:rsidRPr="00FC26E4" w:rsidRDefault="00FC26E4" w:rsidP="00FC26E4">
      <w:pPr>
        <w:numPr>
          <w:ilvl w:val="0"/>
          <w:numId w:val="4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03CE9">
        <w:rPr>
          <w:rFonts w:ascii="Arial" w:hAnsi="Arial" w:cs="Arial"/>
          <w:b/>
          <w:bCs/>
          <w:sz w:val="20"/>
          <w:szCs w:val="20"/>
          <w:u w:val="single"/>
        </w:rPr>
        <w:lastRenderedPageBreak/>
        <w:t>Modul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  <w:u w:val="single"/>
        </w:rPr>
        <w:t>System</w:t>
      </w:r>
      <w:proofErr w:type="spellEnd"/>
      <w:r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  <w:u w:val="single"/>
        </w:rPr>
        <w:t>Administration</w:t>
      </w:r>
      <w:proofErr w:type="spellEnd"/>
      <w:r w:rsidRPr="00A03CE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BC/ABAP</w:t>
      </w:r>
    </w:p>
    <w:p w14:paraId="38C85516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78750602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3C74637A" w14:textId="77777777" w:rsidR="00FC26E4" w:rsidRPr="00447B8F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C26E4" w:rsidRPr="00447B8F" w14:paraId="52E65690" w14:textId="77777777" w:rsidTr="0023798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81916C3" w14:textId="77777777" w:rsidR="00FC26E4" w:rsidRPr="00447B8F" w:rsidRDefault="00FC26E4" w:rsidP="0023798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58B0FB4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5127FEF4" w14:textId="77777777" w:rsidTr="0023798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993BAE9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3766C5C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2DB275AE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66CC850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64D473C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3F36C720" w14:textId="77777777" w:rsidTr="0023798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3259667C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ABD6775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3075FD7E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3381E560" w14:textId="77777777" w:rsidR="00FC26E4" w:rsidRPr="00447B8F" w:rsidRDefault="00FC26E4" w:rsidP="0023798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496A0C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98A87EA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128CFE3E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46024905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60B81D01" w14:textId="77777777" w:rsidR="00FC26E4" w:rsidRPr="00447B8F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C26E4" w:rsidRPr="00447B8F" w14:paraId="6DA2306B" w14:textId="77777777" w:rsidTr="0023798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123DA78D" w14:textId="77777777" w:rsidR="00FC26E4" w:rsidRPr="00447B8F" w:rsidRDefault="00FC26E4" w:rsidP="0023798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2518D2F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7038E320" w14:textId="77777777" w:rsidTr="0023798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2286BBE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3B9F6AB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21A50DCB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16E2DC6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DED52E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0E9DC14D" w14:textId="77777777" w:rsidTr="0023798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540EF48B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CC8637E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6CA0C868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50D695C" w14:textId="77777777" w:rsidR="00FC26E4" w:rsidRPr="00447B8F" w:rsidRDefault="00FC26E4" w:rsidP="0023798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E8FC5B6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F353032" w14:textId="77777777" w:rsidR="00FC26E4" w:rsidRDefault="00FC26E4" w:rsidP="00FC26E4">
      <w:pPr>
        <w:rPr>
          <w:rFonts w:ascii="Arial" w:hAnsi="Arial" w:cs="Arial"/>
          <w:color w:val="FF0000"/>
          <w:sz w:val="20"/>
          <w:szCs w:val="20"/>
        </w:rPr>
      </w:pPr>
    </w:p>
    <w:p w14:paraId="6686D616" w14:textId="77777777" w:rsidR="00FC26E4" w:rsidRDefault="00FC26E4" w:rsidP="00FC26E4">
      <w:pPr>
        <w:pStyle w:val="Odstavecseseznamem"/>
        <w:rPr>
          <w:rFonts w:ascii="Arial" w:hAnsi="Arial" w:cs="Arial"/>
          <w:color w:val="FF0000"/>
          <w:sz w:val="20"/>
          <w:szCs w:val="20"/>
        </w:rPr>
      </w:pPr>
    </w:p>
    <w:p w14:paraId="5DD007CC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14:paraId="10C7F5FA" w14:textId="77777777" w:rsidR="00FC26E4" w:rsidRPr="00447B8F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C26E4" w:rsidRPr="00447B8F" w14:paraId="266BD3B6" w14:textId="77777777" w:rsidTr="0023798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2343BA1" w14:textId="77777777" w:rsidR="00FC26E4" w:rsidRPr="00447B8F" w:rsidRDefault="00FC26E4" w:rsidP="0023798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8E07818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7830D3F7" w14:textId="77777777" w:rsidTr="0023798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11A5C04A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ECEA230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35ECAF05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440A458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EED6FF4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4BAD8FDE" w14:textId="77777777" w:rsidTr="0023798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54032250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7484C8E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C26E4" w:rsidRPr="00447B8F" w14:paraId="74279B72" w14:textId="77777777" w:rsidTr="0023798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C751EE6" w14:textId="77777777" w:rsidR="00FC26E4" w:rsidRPr="00447B8F" w:rsidRDefault="00FC26E4" w:rsidP="0023798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42F42F0" w14:textId="77777777" w:rsidR="00FC26E4" w:rsidRPr="00447B8F" w:rsidRDefault="00FC26E4" w:rsidP="0023798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E834F57" w14:textId="77777777" w:rsidR="00FC26E4" w:rsidRDefault="00FC26E4" w:rsidP="00FC26E4">
      <w:pPr>
        <w:rPr>
          <w:rFonts w:ascii="Arial" w:hAnsi="Arial" w:cs="Arial"/>
          <w:color w:val="FF0000"/>
          <w:sz w:val="20"/>
          <w:szCs w:val="20"/>
        </w:rPr>
      </w:pPr>
    </w:p>
    <w:p w14:paraId="6A77FE95" w14:textId="786A4DED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213C719D" w14:textId="26DF58E5" w:rsidR="000977FF" w:rsidRDefault="000977FF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61622042" w14:textId="0C7C605E" w:rsidR="000977FF" w:rsidRDefault="000977FF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1A89A834" w14:textId="77777777" w:rsidR="000977FF" w:rsidRDefault="000977FF" w:rsidP="00FC26E4">
      <w:pPr>
        <w:pStyle w:val="Odstavecseseznamem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86E9564" w14:textId="77777777" w:rsidR="00FC26E4" w:rsidRDefault="00FC26E4" w:rsidP="00FC26E4">
      <w:pPr>
        <w:pStyle w:val="Odstavecseseznamem"/>
        <w:rPr>
          <w:rFonts w:ascii="Arial" w:hAnsi="Arial" w:cs="Arial"/>
          <w:sz w:val="20"/>
          <w:szCs w:val="20"/>
        </w:rPr>
      </w:pPr>
    </w:p>
    <w:p w14:paraId="0946FC09" w14:textId="77777777" w:rsidR="00FC26E4" w:rsidRDefault="00FC26E4" w:rsidP="00593E12">
      <w:pPr>
        <w:rPr>
          <w:rFonts w:ascii="Arial" w:hAnsi="Arial" w:cs="Arial"/>
          <w:color w:val="FF0000"/>
          <w:sz w:val="20"/>
          <w:szCs w:val="20"/>
        </w:rPr>
      </w:pPr>
    </w:p>
    <w:p w14:paraId="714F0B4D" w14:textId="77777777" w:rsidR="00FC26E4" w:rsidRDefault="00FC26E4" w:rsidP="00593E12">
      <w:pPr>
        <w:rPr>
          <w:rFonts w:ascii="Arial" w:hAnsi="Arial" w:cs="Arial"/>
          <w:color w:val="FF0000"/>
          <w:sz w:val="20"/>
          <w:szCs w:val="20"/>
        </w:rPr>
      </w:pPr>
    </w:p>
    <w:p w14:paraId="6F8601A5" w14:textId="38728FB6" w:rsidR="00593E12" w:rsidRPr="00447B8F" w:rsidRDefault="00593E12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lastRenderedPageBreak/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02FA1247" w14:textId="77777777"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CD024EE" w14:textId="2DDD7793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70524507" w14:textId="77777777" w:rsidR="00D44239" w:rsidRDefault="00D44239" w:rsidP="001137C9">
      <w:pPr>
        <w:rPr>
          <w:rFonts w:ascii="Arial" w:hAnsi="Arial" w:cs="Arial"/>
          <w:sz w:val="20"/>
          <w:szCs w:val="20"/>
        </w:rPr>
      </w:pPr>
    </w:p>
    <w:p w14:paraId="50A7C980" w14:textId="77777777"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14:paraId="6DBC4A00" w14:textId="0A59DD8C" w:rsidR="00D44239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B6E73" w14:textId="77777777" w:rsidR="00881AAC" w:rsidRDefault="00881AAC">
      <w:r>
        <w:separator/>
      </w:r>
    </w:p>
  </w:endnote>
  <w:endnote w:type="continuationSeparator" w:id="0">
    <w:p w14:paraId="251579E1" w14:textId="77777777" w:rsidR="00881AAC" w:rsidRDefault="00881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9A1FD" w14:textId="77777777" w:rsidR="00881AAC" w:rsidRDefault="00881AAC">
      <w:r>
        <w:separator/>
      </w:r>
    </w:p>
  </w:footnote>
  <w:footnote w:type="continuationSeparator" w:id="0">
    <w:p w14:paraId="589CFAC4" w14:textId="77777777" w:rsidR="00881AAC" w:rsidRDefault="00881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0D8D7DB3"/>
    <w:multiLevelType w:val="hybridMultilevel"/>
    <w:tmpl w:val="329CE794"/>
    <w:lvl w:ilvl="0" w:tplc="E8F6BC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D923F6B"/>
    <w:multiLevelType w:val="hybridMultilevel"/>
    <w:tmpl w:val="AEB048EE"/>
    <w:lvl w:ilvl="0" w:tplc="79E00E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 w15:restartNumberingAfterBreak="0">
    <w:nsid w:val="2B8308E1"/>
    <w:multiLevelType w:val="hybridMultilevel"/>
    <w:tmpl w:val="AEB048EE"/>
    <w:lvl w:ilvl="0" w:tplc="79E00E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9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1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4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BA7EB3"/>
    <w:multiLevelType w:val="hybridMultilevel"/>
    <w:tmpl w:val="480C78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9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5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01973CA"/>
    <w:multiLevelType w:val="hybridMultilevel"/>
    <w:tmpl w:val="AEB048EE"/>
    <w:lvl w:ilvl="0" w:tplc="79E00E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0" w15:restartNumberingAfterBreak="0">
    <w:nsid w:val="68A14143"/>
    <w:multiLevelType w:val="hybridMultilevel"/>
    <w:tmpl w:val="AEB048EE"/>
    <w:lvl w:ilvl="0" w:tplc="79E00E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2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3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4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5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7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24"/>
  </w:num>
  <w:num w:numId="4">
    <w:abstractNumId w:val="47"/>
  </w:num>
  <w:num w:numId="5">
    <w:abstractNumId w:val="30"/>
  </w:num>
  <w:num w:numId="6">
    <w:abstractNumId w:val="39"/>
  </w:num>
  <w:num w:numId="7">
    <w:abstractNumId w:val="18"/>
  </w:num>
  <w:num w:numId="8">
    <w:abstractNumId w:val="1"/>
  </w:num>
  <w:num w:numId="9">
    <w:abstractNumId w:val="19"/>
  </w:num>
  <w:num w:numId="10">
    <w:abstractNumId w:val="23"/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5"/>
  </w:num>
  <w:num w:numId="14">
    <w:abstractNumId w:val="34"/>
  </w:num>
  <w:num w:numId="15">
    <w:abstractNumId w:val="43"/>
  </w:num>
  <w:num w:numId="16">
    <w:abstractNumId w:val="20"/>
  </w:num>
  <w:num w:numId="17">
    <w:abstractNumId w:val="28"/>
  </w:num>
  <w:num w:numId="18">
    <w:abstractNumId w:val="46"/>
  </w:num>
  <w:num w:numId="19">
    <w:abstractNumId w:val="41"/>
  </w:num>
  <w:num w:numId="20">
    <w:abstractNumId w:val="22"/>
  </w:num>
  <w:num w:numId="21">
    <w:abstractNumId w:val="12"/>
  </w:num>
  <w:num w:numId="22">
    <w:abstractNumId w:val="21"/>
  </w:num>
  <w:num w:numId="23">
    <w:abstractNumId w:val="29"/>
  </w:num>
  <w:num w:numId="24">
    <w:abstractNumId w:val="31"/>
  </w:num>
  <w:num w:numId="25">
    <w:abstractNumId w:val="6"/>
  </w:num>
  <w:num w:numId="26">
    <w:abstractNumId w:val="42"/>
  </w:num>
  <w:num w:numId="27">
    <w:abstractNumId w:val="16"/>
  </w:num>
  <w:num w:numId="28">
    <w:abstractNumId w:val="9"/>
  </w:num>
  <w:num w:numId="29">
    <w:abstractNumId w:val="11"/>
  </w:num>
  <w:num w:numId="30">
    <w:abstractNumId w:val="14"/>
  </w:num>
  <w:num w:numId="31">
    <w:abstractNumId w:val="0"/>
  </w:num>
  <w:num w:numId="32">
    <w:abstractNumId w:val="36"/>
  </w:num>
  <w:num w:numId="33">
    <w:abstractNumId w:val="37"/>
  </w:num>
  <w:num w:numId="34">
    <w:abstractNumId w:val="17"/>
  </w:num>
  <w:num w:numId="35">
    <w:abstractNumId w:val="7"/>
  </w:num>
  <w:num w:numId="36">
    <w:abstractNumId w:val="35"/>
  </w:num>
  <w:num w:numId="37">
    <w:abstractNumId w:val="27"/>
  </w:num>
  <w:num w:numId="38">
    <w:abstractNumId w:val="2"/>
  </w:num>
  <w:num w:numId="39">
    <w:abstractNumId w:val="32"/>
  </w:num>
  <w:num w:numId="40">
    <w:abstractNumId w:val="25"/>
  </w:num>
  <w:num w:numId="41">
    <w:abstractNumId w:val="33"/>
  </w:num>
  <w:num w:numId="42">
    <w:abstractNumId w:val="44"/>
  </w:num>
  <w:num w:numId="43">
    <w:abstractNumId w:val="13"/>
  </w:num>
  <w:num w:numId="44">
    <w:abstractNumId w:val="4"/>
  </w:num>
  <w:num w:numId="45">
    <w:abstractNumId w:val="26"/>
  </w:num>
  <w:num w:numId="46">
    <w:abstractNumId w:val="38"/>
  </w:num>
  <w:num w:numId="47">
    <w:abstractNumId w:val="15"/>
  </w:num>
  <w:num w:numId="48">
    <w:abstractNumId w:val="5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977FF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0F25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193E"/>
    <w:rsid w:val="00244263"/>
    <w:rsid w:val="00244678"/>
    <w:rsid w:val="00252496"/>
    <w:rsid w:val="00253299"/>
    <w:rsid w:val="00261D68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06C8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4085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67250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5980"/>
    <w:rsid w:val="0085677E"/>
    <w:rsid w:val="0086055C"/>
    <w:rsid w:val="00860C47"/>
    <w:rsid w:val="00863781"/>
    <w:rsid w:val="00864231"/>
    <w:rsid w:val="008670B6"/>
    <w:rsid w:val="00870CCE"/>
    <w:rsid w:val="00874B02"/>
    <w:rsid w:val="00881AAC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51D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1696A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2F39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6771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C26E4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5A0C8A08090440A53729C314DFB3DC" ma:contentTypeVersion="" ma:contentTypeDescription="Vytvoří nový dokument" ma:contentTypeScope="" ma:versionID="e86e8ca0b256dcd653df3c84b7dcd1e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6A170E-1C0E-413D-9C4F-5B0D95D25F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7</Pages>
  <Words>931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4</cp:revision>
  <cp:lastPrinted>2018-04-18T10:56:00Z</cp:lastPrinted>
  <dcterms:created xsi:type="dcterms:W3CDTF">2020-04-07T10:13:00Z</dcterms:created>
  <dcterms:modified xsi:type="dcterms:W3CDTF">2020-04-24T14:23:00Z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0x010100E15A0C8A08090440A53729C314DFB3DC</vt:lpwstr>
  </property>
</Properties>
</file>